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7D55D68A" w:rsidR="0085747A" w:rsidRPr="00DE0C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E0CCC" w:rsidRPr="00DE0CCC">
        <w:rPr>
          <w:rFonts w:ascii="Corbel" w:hAnsi="Corbel"/>
          <w:b/>
          <w:smallCaps/>
          <w:sz w:val="24"/>
          <w:szCs w:val="24"/>
        </w:rPr>
        <w:t>2025/2026</w:t>
      </w:r>
      <w:r w:rsidR="004761E3">
        <w:rPr>
          <w:rFonts w:ascii="Corbel" w:hAnsi="Corbel"/>
          <w:b/>
          <w:smallCaps/>
          <w:sz w:val="24"/>
          <w:szCs w:val="24"/>
        </w:rPr>
        <w:t xml:space="preserve"> </w:t>
      </w:r>
      <w:r w:rsidR="00DE0CCC" w:rsidRPr="00DE0CCC">
        <w:rPr>
          <w:rFonts w:ascii="Corbel" w:hAnsi="Corbel"/>
          <w:b/>
          <w:smallCaps/>
          <w:sz w:val="24"/>
          <w:szCs w:val="24"/>
        </w:rPr>
        <w:t>-</w:t>
      </w:r>
      <w:r w:rsidR="004761E3">
        <w:rPr>
          <w:rFonts w:ascii="Corbel" w:hAnsi="Corbel"/>
          <w:b/>
          <w:smallCaps/>
          <w:sz w:val="24"/>
          <w:szCs w:val="24"/>
        </w:rPr>
        <w:t xml:space="preserve"> </w:t>
      </w:r>
      <w:r w:rsidR="00DE0CCC" w:rsidRPr="00DE0CCC">
        <w:rPr>
          <w:rFonts w:ascii="Corbel" w:hAnsi="Corbel"/>
          <w:b/>
          <w:smallCaps/>
          <w:sz w:val="24"/>
          <w:szCs w:val="24"/>
        </w:rPr>
        <w:t>2029</w:t>
      </w:r>
      <w:r w:rsidR="004761E3">
        <w:rPr>
          <w:rFonts w:ascii="Corbel" w:hAnsi="Corbel"/>
          <w:b/>
          <w:smallCaps/>
          <w:sz w:val="24"/>
          <w:szCs w:val="24"/>
        </w:rPr>
        <w:t>/</w:t>
      </w:r>
      <w:r w:rsidR="00DE0CCC" w:rsidRPr="00DE0CCC">
        <w:rPr>
          <w:rFonts w:ascii="Corbel" w:hAnsi="Corbel"/>
          <w:b/>
          <w:smallCaps/>
          <w:sz w:val="24"/>
          <w:szCs w:val="24"/>
        </w:rPr>
        <w:t>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45A2C9B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4761E3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DE0CCC">
        <w:rPr>
          <w:rFonts w:ascii="Corbel" w:hAnsi="Corbel"/>
          <w:sz w:val="20"/>
          <w:szCs w:val="20"/>
        </w:rPr>
        <w:t>202</w:t>
      </w:r>
      <w:r w:rsidR="004761E3">
        <w:rPr>
          <w:rFonts w:ascii="Corbel" w:hAnsi="Corbel"/>
          <w:sz w:val="20"/>
          <w:szCs w:val="20"/>
        </w:rPr>
        <w:t>8</w:t>
      </w:r>
      <w:r w:rsidR="00DE0CCC">
        <w:rPr>
          <w:rFonts w:ascii="Corbel" w:hAnsi="Corbel"/>
          <w:sz w:val="20"/>
          <w:szCs w:val="20"/>
        </w:rPr>
        <w:t>/202</w:t>
      </w:r>
      <w:r w:rsidR="004761E3">
        <w:rPr>
          <w:rFonts w:ascii="Corbel" w:hAnsi="Corbel"/>
          <w:sz w:val="20"/>
          <w:szCs w:val="20"/>
        </w:rPr>
        <w:t>9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19EA01A4" w:rsidR="0085747A" w:rsidRPr="004761E3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4761E3">
              <w:rPr>
                <w:rFonts w:ascii="Corbel" w:hAnsi="Corbel"/>
                <w:bCs/>
                <w:sz w:val="24"/>
                <w:szCs w:val="24"/>
              </w:rPr>
              <w:t>Postępowanie egzekucyjne w sprawach cywilnych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068C5564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50B48364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382177A8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Postępowania Cywilnego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1F714FCE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0E7C5C72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20832597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0387E65F" w:rsidR="0085747A" w:rsidRPr="00B169DF" w:rsidRDefault="009626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DE0CC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3F0F5B73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492C675B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410DEF9B" w:rsidR="00923D7D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33DC8C23" w:rsidR="0085747A" w:rsidRPr="00B169DF" w:rsidRDefault="00DE0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85747A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1941E0D2" w:rsidR="0085747A" w:rsidRPr="00B169DF" w:rsidRDefault="00B65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4761E3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4761E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4761E3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4761E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D4B0DC" w14:textId="77777777" w:rsidTr="004761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476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E0CCC" w:rsidRPr="00B169DF" w14:paraId="262CE839" w14:textId="77777777" w:rsidTr="004761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1597E6CA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7777777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F7D8ECC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0EDC29E3" w:rsidR="00DE0CCC" w:rsidRPr="00B169DF" w:rsidRDefault="00DE0CCC" w:rsidP="00476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D5CAEE" w14:textId="77777777" w:rsidR="00923D7D" w:rsidRPr="00B169DF" w:rsidRDefault="00923D7D" w:rsidP="004761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28F8DF27" w:rsidR="0085747A" w:rsidRDefault="0085747A" w:rsidP="004761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7FEF03AA" w14:textId="77777777" w:rsidR="004761E3" w:rsidRPr="00B169DF" w:rsidRDefault="004761E3" w:rsidP="004761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39E9F364" w:rsidR="0085747A" w:rsidRPr="00B169DF" w:rsidRDefault="00DE0CCC" w:rsidP="004761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161EAE6B" w:rsidR="0085747A" w:rsidRPr="00B169DF" w:rsidRDefault="004761E3" w:rsidP="004761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476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1B7D5028" w:rsidR="00E22FBC" w:rsidRPr="00B169DF" w:rsidRDefault="00E22FBC" w:rsidP="004761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4761E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95B81" w14:textId="77777777" w:rsidR="00DE0CCC" w:rsidRDefault="00DE0CCC" w:rsidP="004761E3">
      <w:pPr>
        <w:shd w:val="clear" w:color="auto" w:fill="FFFFFF"/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</w:p>
    <w:p w14:paraId="4A57BB4D" w14:textId="77777777" w:rsidR="00DE0CCC" w:rsidRDefault="00DE0CCC" w:rsidP="004761E3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>– zaliczenie na ocenę</w:t>
      </w:r>
    </w:p>
    <w:p w14:paraId="0610993B" w14:textId="77777777" w:rsidR="00E960BB" w:rsidRPr="00B169DF" w:rsidRDefault="00E960BB" w:rsidP="004761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4ADD564E" w:rsidR="00E960BB" w:rsidRDefault="0085747A" w:rsidP="004761E3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2.Wymagania wstępne</w:t>
      </w:r>
    </w:p>
    <w:p w14:paraId="73ABC1E7" w14:textId="77777777" w:rsidR="004761E3" w:rsidRPr="00B169DF" w:rsidRDefault="004761E3" w:rsidP="004761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B169DF" w14:paraId="039935C6" w14:textId="77777777" w:rsidTr="00151548">
        <w:trPr>
          <w:trHeight w:val="938"/>
        </w:trPr>
        <w:tc>
          <w:tcPr>
            <w:tcW w:w="9386" w:type="dxa"/>
          </w:tcPr>
          <w:p w14:paraId="74D75307" w14:textId="4C82B12F" w:rsidR="0085747A" w:rsidRPr="00151548" w:rsidRDefault="00DE0CCC" w:rsidP="00151548">
            <w:pPr>
              <w:pStyle w:val="Punktygwne"/>
              <w:spacing w:before="0" w:after="0"/>
              <w:ind w:left="-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1548">
              <w:rPr>
                <w:rFonts w:ascii="Corbel" w:hAnsi="Corbel"/>
                <w:b w:val="0"/>
                <w:smallCaps w:val="0"/>
                <w:szCs w:val="24"/>
              </w:rPr>
              <w:t>Wiedza teoretyczna z prawa cywilnego. Znajomość procedury cywilnej po zaliczeniu VII semestru oraz umiejętności i wiedza z zakresu postępowania cywilnego uzyskana na skutek odbycia praktyk studenckich.</w:t>
            </w:r>
          </w:p>
        </w:tc>
      </w:tr>
    </w:tbl>
    <w:p w14:paraId="27B094B8" w14:textId="77777777" w:rsidR="00153C41" w:rsidRPr="00B169DF" w:rsidRDefault="00153C41" w:rsidP="004761E3">
      <w:pPr>
        <w:pStyle w:val="Punktygwne"/>
        <w:spacing w:before="0" w:after="0"/>
        <w:rPr>
          <w:rFonts w:ascii="Corbel" w:hAnsi="Corbel"/>
          <w:szCs w:val="24"/>
        </w:rPr>
      </w:pPr>
    </w:p>
    <w:p w14:paraId="0FD9882E" w14:textId="77777777" w:rsidR="004761E3" w:rsidRDefault="004761E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5D924A69" w:rsidR="0085747A" w:rsidRPr="00B169DF" w:rsidRDefault="0071620A" w:rsidP="004761E3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1ADDBDC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4761E3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4761E3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E0CCC" w:rsidRPr="00B169DF" w14:paraId="002D9A02" w14:textId="77777777" w:rsidTr="000F663B">
        <w:tc>
          <w:tcPr>
            <w:tcW w:w="851" w:type="dxa"/>
            <w:vAlign w:val="center"/>
          </w:tcPr>
          <w:p w14:paraId="49D28B9E" w14:textId="2749F972" w:rsidR="00DE0CCC" w:rsidRPr="00B169DF" w:rsidRDefault="00DE0CCC" w:rsidP="004761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D430BEF" w14:textId="77777777" w:rsidR="00DE0CCC" w:rsidRPr="004761E3" w:rsidRDefault="00DE0CCC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761E3">
              <w:rPr>
                <w:rFonts w:ascii="Corbel" w:hAnsi="Corbel"/>
                <w:b w:val="0"/>
                <w:iCs/>
                <w:sz w:val="24"/>
                <w:szCs w:val="24"/>
              </w:rPr>
              <w:t>Wiedza z zakresu czynności egzekucyjnych oraz organów egzekucyjnych i ich właściwości</w:t>
            </w:r>
          </w:p>
        </w:tc>
      </w:tr>
      <w:tr w:rsidR="00DE0CCC" w:rsidRPr="00B169DF" w14:paraId="216EEFEE" w14:textId="77777777" w:rsidTr="000F663B">
        <w:tc>
          <w:tcPr>
            <w:tcW w:w="851" w:type="dxa"/>
            <w:vAlign w:val="center"/>
          </w:tcPr>
          <w:p w14:paraId="7079EB75" w14:textId="77777777" w:rsidR="00DE0CCC" w:rsidRPr="00471AE6" w:rsidRDefault="00DE0CCC" w:rsidP="004761E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71AE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4AD235" w14:textId="77777777" w:rsidR="00DE0CCC" w:rsidRPr="004761E3" w:rsidRDefault="00DE0CCC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761E3">
              <w:rPr>
                <w:rFonts w:ascii="Corbel" w:hAnsi="Corbel"/>
                <w:b w:val="0"/>
                <w:iCs/>
                <w:sz w:val="24"/>
                <w:szCs w:val="24"/>
              </w:rPr>
              <w:t>Omówienie przebiegu postępowania egzekucyjnego</w:t>
            </w:r>
          </w:p>
        </w:tc>
      </w:tr>
      <w:tr w:rsidR="00DE0CCC" w:rsidRPr="00B169DF" w14:paraId="64C0007F" w14:textId="77777777" w:rsidTr="000F663B">
        <w:tc>
          <w:tcPr>
            <w:tcW w:w="851" w:type="dxa"/>
            <w:vAlign w:val="center"/>
          </w:tcPr>
          <w:p w14:paraId="37F74B89" w14:textId="77777777" w:rsidR="00DE0CCC" w:rsidRPr="00471AE6" w:rsidRDefault="00DE0CCC" w:rsidP="004761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519AAF3" w14:textId="77777777" w:rsidR="00DE0CCC" w:rsidRPr="004761E3" w:rsidRDefault="00DE0CCC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761E3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Przedstawienie podstaw egzekucji </w:t>
            </w:r>
          </w:p>
        </w:tc>
      </w:tr>
      <w:tr w:rsidR="00DE0CCC" w:rsidRPr="00B169DF" w14:paraId="4E134AFA" w14:textId="77777777" w:rsidTr="000F663B">
        <w:tc>
          <w:tcPr>
            <w:tcW w:w="851" w:type="dxa"/>
            <w:vAlign w:val="center"/>
          </w:tcPr>
          <w:p w14:paraId="34DFE845" w14:textId="77777777" w:rsidR="00DE0CCC" w:rsidRPr="00471AE6" w:rsidRDefault="00DE0CCC" w:rsidP="004761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E7AA2" w14:textId="77777777" w:rsidR="00DE0CCC" w:rsidRPr="004761E3" w:rsidRDefault="00DE0CCC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761E3">
              <w:rPr>
                <w:rFonts w:ascii="Corbel" w:hAnsi="Corbel"/>
                <w:b w:val="0"/>
                <w:iCs/>
                <w:sz w:val="24"/>
                <w:szCs w:val="24"/>
              </w:rPr>
              <w:t>Omówienie poszczególnych sposobów egzekucji</w:t>
            </w:r>
          </w:p>
        </w:tc>
      </w:tr>
      <w:tr w:rsidR="00DE0CCC" w:rsidRPr="00B169DF" w14:paraId="0E0DB598" w14:textId="77777777" w:rsidTr="000F663B">
        <w:tc>
          <w:tcPr>
            <w:tcW w:w="851" w:type="dxa"/>
            <w:vAlign w:val="center"/>
          </w:tcPr>
          <w:p w14:paraId="55304684" w14:textId="77777777" w:rsidR="00DE0CCC" w:rsidRPr="00471AE6" w:rsidRDefault="00DE0CCC" w:rsidP="004761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80E0CCC" w14:textId="43460EAD" w:rsidR="00DE0CCC" w:rsidRPr="004761E3" w:rsidRDefault="00DE0CCC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761E3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Zapoznanie z ograniczeniami w egzekucji  i powództwami </w:t>
            </w:r>
            <w:r w:rsidR="004761E3" w:rsidRPr="004761E3">
              <w:rPr>
                <w:rFonts w:ascii="Corbel" w:hAnsi="Corbel"/>
                <w:b w:val="0"/>
                <w:iCs/>
                <w:sz w:val="24"/>
                <w:szCs w:val="24"/>
              </w:rPr>
              <w:t>przeciw egzekucyjnymi</w:t>
            </w:r>
          </w:p>
        </w:tc>
      </w:tr>
      <w:tr w:rsidR="00DE0CCC" w:rsidRPr="00B169DF" w14:paraId="69E839AB" w14:textId="77777777" w:rsidTr="000F663B">
        <w:tc>
          <w:tcPr>
            <w:tcW w:w="851" w:type="dxa"/>
            <w:vAlign w:val="center"/>
          </w:tcPr>
          <w:p w14:paraId="3EFC46A2" w14:textId="77777777" w:rsidR="00DE0CCC" w:rsidRPr="00B169DF" w:rsidRDefault="00DE0CCC" w:rsidP="004761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F2E9A74" w14:textId="77777777" w:rsidR="00DE0CCC" w:rsidRPr="004761E3" w:rsidRDefault="00DE0CCC" w:rsidP="000F66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761E3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Przedstawienie środków zaskarżenia wobec czynności egzekucyjnych  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35D87F08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4761E3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DE0CCC" w:rsidRPr="00B169DF" w14:paraId="5BE38745" w14:textId="77777777" w:rsidTr="004761E3">
        <w:tc>
          <w:tcPr>
            <w:tcW w:w="1418" w:type="dxa"/>
            <w:vAlign w:val="center"/>
          </w:tcPr>
          <w:p w14:paraId="14640131" w14:textId="77777777" w:rsidR="00DE0CCC" w:rsidRPr="00B169DF" w:rsidRDefault="00DE0CCC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9" w:type="dxa"/>
            <w:vAlign w:val="center"/>
          </w:tcPr>
          <w:p w14:paraId="5B8E7A55" w14:textId="77777777" w:rsidR="00DE0CCC" w:rsidRPr="00B169DF" w:rsidRDefault="00DE0CCC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3F7FE4D" w14:textId="77777777" w:rsidR="00DE0CCC" w:rsidRPr="00B169DF" w:rsidRDefault="00DE0CCC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0CCC" w:rsidRPr="00B169DF" w14:paraId="73B9966D" w14:textId="77777777" w:rsidTr="004761E3">
        <w:tc>
          <w:tcPr>
            <w:tcW w:w="1418" w:type="dxa"/>
          </w:tcPr>
          <w:p w14:paraId="42C93DDB" w14:textId="4D8E365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9" w:type="dxa"/>
          </w:tcPr>
          <w:p w14:paraId="70E0CC67" w14:textId="3BE6353B" w:rsidR="00DE0CCC" w:rsidRPr="004761E3" w:rsidRDefault="004761E3" w:rsidP="004761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4761E3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Ma pogłębioną i rozszerzoną wiedzę na temat norm, reguł i instytucji prawnych z zakresu postępowania egzekucyjnego w sprawach cywilnych</w:t>
            </w:r>
          </w:p>
        </w:tc>
        <w:tc>
          <w:tcPr>
            <w:tcW w:w="1873" w:type="dxa"/>
          </w:tcPr>
          <w:p w14:paraId="7B0E6EB2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DE0CCC" w:rsidRPr="00B169DF" w14:paraId="5230D08F" w14:textId="77777777" w:rsidTr="004761E3">
        <w:tc>
          <w:tcPr>
            <w:tcW w:w="1418" w:type="dxa"/>
          </w:tcPr>
          <w:p w14:paraId="31CCC5DD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0B70AAC9" w14:textId="0C6545BD" w:rsidR="00DE0CCC" w:rsidRPr="004761E3" w:rsidRDefault="004761E3" w:rsidP="004761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4761E3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Ma pogłębioną wiedzę na temat procesów stosowania prawa egzekucyjnego cywilnego</w:t>
            </w:r>
          </w:p>
        </w:tc>
        <w:tc>
          <w:tcPr>
            <w:tcW w:w="1873" w:type="dxa"/>
          </w:tcPr>
          <w:p w14:paraId="7C5489A1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K_W05</w:t>
            </w:r>
          </w:p>
        </w:tc>
      </w:tr>
      <w:tr w:rsidR="00DE0CCC" w:rsidRPr="00B169DF" w14:paraId="01B8DDE2" w14:textId="77777777" w:rsidTr="004761E3">
        <w:tc>
          <w:tcPr>
            <w:tcW w:w="1418" w:type="dxa"/>
          </w:tcPr>
          <w:p w14:paraId="35BDED85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43691D59" w14:textId="30A29042" w:rsidR="00DE0CCC" w:rsidRPr="004761E3" w:rsidRDefault="004761E3" w:rsidP="004761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4761E3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Ma rozszerzoną wiedzę na temat struktur i instytucji prawa egzekucyjnego cywilnego </w:t>
            </w:r>
          </w:p>
        </w:tc>
        <w:tc>
          <w:tcPr>
            <w:tcW w:w="1873" w:type="dxa"/>
          </w:tcPr>
          <w:p w14:paraId="3297B99F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DE0CCC" w:rsidRPr="00B169DF" w14:paraId="47E15AFA" w14:textId="77777777" w:rsidTr="004761E3">
        <w:tc>
          <w:tcPr>
            <w:tcW w:w="1418" w:type="dxa"/>
          </w:tcPr>
          <w:p w14:paraId="2C24E7C4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7CF852D5" w14:textId="678504D2" w:rsidR="00DE0CCC" w:rsidRPr="004761E3" w:rsidRDefault="00DE0CCC" w:rsidP="004761E3">
            <w:pPr>
              <w:pStyle w:val="Default"/>
              <w:rPr>
                <w:rFonts w:ascii="Corbel" w:hAnsi="Corbel"/>
                <w:lang w:eastAsia="pl-PL"/>
              </w:rPr>
            </w:pPr>
            <w:r w:rsidRPr="004761E3">
              <w:rPr>
                <w:rFonts w:ascii="Corbel" w:hAnsi="Corbel"/>
              </w:rPr>
              <w:t>Potrafi prawidłowo interpretować i wyjaśniać znaczenie norm i stosunków prawnych z zakresu cywilnego postępowania egzekucyjnego</w:t>
            </w:r>
          </w:p>
        </w:tc>
        <w:tc>
          <w:tcPr>
            <w:tcW w:w="1873" w:type="dxa"/>
          </w:tcPr>
          <w:p w14:paraId="5D8EBC79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DE0CCC" w:rsidRPr="00B169DF" w14:paraId="589024E9" w14:textId="77777777" w:rsidTr="004761E3">
        <w:tc>
          <w:tcPr>
            <w:tcW w:w="1418" w:type="dxa"/>
          </w:tcPr>
          <w:p w14:paraId="2B6C0DAD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471F367E" w14:textId="7516EC1D" w:rsidR="00DE0CCC" w:rsidRPr="004761E3" w:rsidRDefault="00DE0CCC" w:rsidP="004761E3">
            <w:pPr>
              <w:pStyle w:val="Default"/>
              <w:rPr>
                <w:rFonts w:ascii="Corbel" w:hAnsi="Corbel"/>
                <w:lang w:eastAsia="pl-PL"/>
              </w:rPr>
            </w:pPr>
            <w:r w:rsidRPr="004761E3">
              <w:rPr>
                <w:rFonts w:ascii="Corbel" w:hAnsi="Corbel"/>
              </w:rPr>
              <w:t>Sprawnie posługuje się normami, regułami oraz instytucjami prawnymi obowiązującymi w cywilnym postępowaniu egzekucyjnym; w zależności od dokonanego samodzielnie wyboru posiada rozszerzone umiejętności rozwiązywania konkretnych problemów prawnych w zakresie postępowania egzekucyjnego w sprawach cywilnych</w:t>
            </w:r>
          </w:p>
        </w:tc>
        <w:tc>
          <w:tcPr>
            <w:tcW w:w="1873" w:type="dxa"/>
          </w:tcPr>
          <w:p w14:paraId="137A5EB6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00DE0CCC" w:rsidRPr="00B169DF" w14:paraId="57A96314" w14:textId="77777777" w:rsidTr="004761E3">
        <w:tc>
          <w:tcPr>
            <w:tcW w:w="1418" w:type="dxa"/>
          </w:tcPr>
          <w:p w14:paraId="2CE4F2B6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9" w:type="dxa"/>
          </w:tcPr>
          <w:p w14:paraId="3E1ED7F7" w14:textId="0B6D1018" w:rsidR="00DE0CCC" w:rsidRPr="004761E3" w:rsidRDefault="00DE0CCC" w:rsidP="004761E3">
            <w:pPr>
              <w:pStyle w:val="Default"/>
              <w:rPr>
                <w:rFonts w:ascii="Corbel" w:hAnsi="Corbel"/>
                <w:lang w:eastAsia="pl-PL"/>
              </w:rPr>
            </w:pPr>
            <w:r w:rsidRPr="004761E3">
              <w:rPr>
                <w:rFonts w:ascii="Corbel" w:hAnsi="Corbel"/>
              </w:rPr>
              <w:t>Potrafi sprawnie posługiwać się tekstami aktów normatywnych z zakresu postępowania cywilnego egzekucyjnego  i interpretować je z wykorzystaniem języka prawniczego</w:t>
            </w:r>
          </w:p>
        </w:tc>
        <w:tc>
          <w:tcPr>
            <w:tcW w:w="1873" w:type="dxa"/>
          </w:tcPr>
          <w:p w14:paraId="404FFCFE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DE0CCC" w:rsidRPr="00B169DF" w14:paraId="473B379E" w14:textId="77777777" w:rsidTr="004761E3">
        <w:tc>
          <w:tcPr>
            <w:tcW w:w="1418" w:type="dxa"/>
          </w:tcPr>
          <w:p w14:paraId="184AE90F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9" w:type="dxa"/>
          </w:tcPr>
          <w:p w14:paraId="60F29EAA" w14:textId="720F306C" w:rsidR="00DE0CCC" w:rsidRPr="004761E3" w:rsidRDefault="00DE0CCC" w:rsidP="004761E3">
            <w:pPr>
              <w:pStyle w:val="Default"/>
              <w:rPr>
                <w:rFonts w:ascii="Corbel" w:hAnsi="Corbel"/>
                <w:lang w:eastAsia="pl-PL"/>
              </w:rPr>
            </w:pPr>
            <w:r w:rsidRPr="004761E3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dokumentów oraz pism z zakresu postępowania egzekucyjnego w sprawach cywilnych </w:t>
            </w:r>
          </w:p>
        </w:tc>
        <w:tc>
          <w:tcPr>
            <w:tcW w:w="1873" w:type="dxa"/>
          </w:tcPr>
          <w:p w14:paraId="56BDB7A6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DE0CCC" w:rsidRPr="00B169DF" w14:paraId="2387F42C" w14:textId="77777777" w:rsidTr="004761E3">
        <w:tc>
          <w:tcPr>
            <w:tcW w:w="1418" w:type="dxa"/>
          </w:tcPr>
          <w:p w14:paraId="45D179D8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9" w:type="dxa"/>
          </w:tcPr>
          <w:p w14:paraId="722F8403" w14:textId="4BC198EB" w:rsidR="00DE0CCC" w:rsidRPr="004761E3" w:rsidRDefault="00DE0CCC" w:rsidP="004761E3">
            <w:pPr>
              <w:pStyle w:val="Default"/>
              <w:rPr>
                <w:rFonts w:ascii="Corbel" w:hAnsi="Corbel"/>
                <w:lang w:eastAsia="pl-PL"/>
              </w:rPr>
            </w:pPr>
            <w:r w:rsidRPr="004761E3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3" w:type="dxa"/>
          </w:tcPr>
          <w:p w14:paraId="23E85815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 xml:space="preserve">K_U16 </w:t>
            </w:r>
          </w:p>
        </w:tc>
      </w:tr>
      <w:tr w:rsidR="00DE0CCC" w:rsidRPr="00B169DF" w14:paraId="55F4AF37" w14:textId="77777777" w:rsidTr="004761E3">
        <w:tc>
          <w:tcPr>
            <w:tcW w:w="1418" w:type="dxa"/>
          </w:tcPr>
          <w:p w14:paraId="31AF0DF5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379" w:type="dxa"/>
          </w:tcPr>
          <w:p w14:paraId="47F50806" w14:textId="5D14489C" w:rsidR="00DE0CCC" w:rsidRPr="004761E3" w:rsidRDefault="00DE0CCC" w:rsidP="004761E3">
            <w:pPr>
              <w:pStyle w:val="Default"/>
              <w:rPr>
                <w:rFonts w:ascii="Corbel" w:hAnsi="Corbel"/>
                <w:lang w:eastAsia="pl-PL"/>
              </w:rPr>
            </w:pPr>
            <w:r w:rsidRPr="004761E3">
              <w:rPr>
                <w:rFonts w:ascii="Corbel" w:hAnsi="Corbel"/>
              </w:rPr>
              <w:t xml:space="preserve">Potrafi odpowiednio określić priorytety służące realizacji określonego przez siebie lub innych zadania (w tym potrafi określić strategie własnego rozwoju zawodowego) po zasięgnięciu opinii ekspertów w przypadku trudności w rozwiązaniu problemów </w:t>
            </w:r>
          </w:p>
        </w:tc>
        <w:tc>
          <w:tcPr>
            <w:tcW w:w="1873" w:type="dxa"/>
          </w:tcPr>
          <w:p w14:paraId="1E419B6F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  <w:tr w:rsidR="00DE0CCC" w:rsidRPr="00B169DF" w14:paraId="79BB66C8" w14:textId="77777777" w:rsidTr="004761E3">
        <w:tc>
          <w:tcPr>
            <w:tcW w:w="1418" w:type="dxa"/>
          </w:tcPr>
          <w:p w14:paraId="26F2AC2C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379" w:type="dxa"/>
          </w:tcPr>
          <w:p w14:paraId="601B27C9" w14:textId="6E326F52" w:rsidR="00DE0CCC" w:rsidRPr="004761E3" w:rsidRDefault="00DE0CCC" w:rsidP="004761E3">
            <w:pPr>
              <w:pStyle w:val="Default"/>
              <w:rPr>
                <w:rFonts w:ascii="Corbel" w:hAnsi="Corbel"/>
                <w:lang w:eastAsia="pl-PL"/>
              </w:rPr>
            </w:pPr>
            <w:r w:rsidRPr="004761E3">
              <w:rPr>
                <w:rFonts w:ascii="Corbel" w:hAnsi="Corbel"/>
              </w:rPr>
              <w:t>Rozumie konieczność stosowania etycznych zasad w życiu zawodowym prawnika</w:t>
            </w:r>
          </w:p>
        </w:tc>
        <w:tc>
          <w:tcPr>
            <w:tcW w:w="1873" w:type="dxa"/>
          </w:tcPr>
          <w:p w14:paraId="0CD2455B" w14:textId="77777777" w:rsidR="00DE0CCC" w:rsidRPr="004761E3" w:rsidRDefault="00DE0CCC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6EC3B742" w14:textId="77777777" w:rsidR="0085747A" w:rsidRPr="00B169DF" w:rsidRDefault="0085747A" w:rsidP="004761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20B29ADF" w:rsidR="0085747A" w:rsidRPr="00B169DF" w:rsidRDefault="00675843" w:rsidP="004761E3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4761E3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4A105E44" w14:textId="77777777" w:rsidR="00DE0CCC" w:rsidRDefault="00DE0CCC" w:rsidP="004761E3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5E8C02B8" w14:textId="77777777" w:rsidR="004761E3" w:rsidRDefault="004761E3" w:rsidP="004761E3">
      <w:pPr>
        <w:pStyle w:val="Akapitzlist"/>
        <w:numPr>
          <w:ilvl w:val="0"/>
          <w:numId w:val="1"/>
        </w:numPr>
        <w:spacing w:after="0" w:line="240" w:lineRule="auto"/>
        <w:ind w:left="1204"/>
        <w:contextualSpacing w:val="0"/>
        <w:jc w:val="both"/>
        <w:rPr>
          <w:rFonts w:ascii="Corbel" w:hAnsi="Corbel"/>
          <w:sz w:val="24"/>
          <w:szCs w:val="24"/>
        </w:rPr>
      </w:pPr>
      <w:bookmarkStart w:id="0" w:name="_Hlk212113600"/>
      <w:r>
        <w:rPr>
          <w:rFonts w:ascii="Corbel" w:hAnsi="Corbel"/>
          <w:sz w:val="24"/>
          <w:szCs w:val="24"/>
        </w:rPr>
        <w:t>Problematyka wykładu – nie dotyczy</w:t>
      </w:r>
    </w:p>
    <w:p w14:paraId="3C513764" w14:textId="77777777" w:rsidR="004761E3" w:rsidRDefault="004761E3" w:rsidP="004761E3">
      <w:pPr>
        <w:pStyle w:val="Akapitzlist"/>
        <w:spacing w:after="0" w:line="240" w:lineRule="auto"/>
        <w:ind w:left="1204"/>
        <w:contextualSpacing w:val="0"/>
        <w:jc w:val="both"/>
        <w:rPr>
          <w:rFonts w:ascii="Corbel" w:hAnsi="Corbel"/>
          <w:sz w:val="24"/>
          <w:szCs w:val="24"/>
        </w:rPr>
      </w:pPr>
    </w:p>
    <w:p w14:paraId="12C6DC69" w14:textId="77777777" w:rsidR="004761E3" w:rsidRPr="00B169DF" w:rsidRDefault="004761E3" w:rsidP="004761E3">
      <w:pPr>
        <w:pStyle w:val="Akapitzlist"/>
        <w:numPr>
          <w:ilvl w:val="0"/>
          <w:numId w:val="1"/>
        </w:numPr>
        <w:spacing w:after="0" w:line="240" w:lineRule="auto"/>
        <w:ind w:left="1204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konwersatoriów, laboratoriów, zajęć praktycznych</w:t>
      </w:r>
    </w:p>
    <w:bookmarkEnd w:id="0"/>
    <w:p w14:paraId="5A21D242" w14:textId="77777777" w:rsidR="004761E3" w:rsidRDefault="004761E3" w:rsidP="004761E3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E0CCC" w:rsidRPr="00B169DF" w14:paraId="5865455E" w14:textId="77777777" w:rsidTr="000F663B">
        <w:tc>
          <w:tcPr>
            <w:tcW w:w="9639" w:type="dxa"/>
          </w:tcPr>
          <w:p w14:paraId="07B225EA" w14:textId="77777777" w:rsidR="00DE0CCC" w:rsidRPr="001964E6" w:rsidRDefault="00DE0CCC" w:rsidP="004761E3">
            <w:pPr>
              <w:pStyle w:val="Akapitzlist"/>
              <w:spacing w:before="60" w:after="60" w:line="240" w:lineRule="auto"/>
              <w:ind w:left="708" w:hanging="708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1964E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E0CCC" w:rsidRPr="00B169DF" w14:paraId="1B9BC80E" w14:textId="77777777" w:rsidTr="000F663B">
        <w:tc>
          <w:tcPr>
            <w:tcW w:w="9639" w:type="dxa"/>
          </w:tcPr>
          <w:p w14:paraId="40230C4D" w14:textId="77777777" w:rsidR="00DE0CCC" w:rsidRPr="00B169DF" w:rsidRDefault="00DE0CCC" w:rsidP="004761E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ogólne: egzekucja sądowa, sądowe postępowanie egzekucyjne, sprawa egzekucyjna, rodzaje egzekucji, czynności egzekucyjne. Cele i funkcje postępowania egzekucyjnego</w:t>
            </w:r>
          </w:p>
        </w:tc>
      </w:tr>
      <w:tr w:rsidR="00DE0CCC" w:rsidRPr="00B169DF" w14:paraId="0E2C372A" w14:textId="77777777" w:rsidTr="000F663B">
        <w:tc>
          <w:tcPr>
            <w:tcW w:w="9639" w:type="dxa"/>
          </w:tcPr>
          <w:p w14:paraId="42569202" w14:textId="77777777" w:rsidR="00DE0CCC" w:rsidRPr="00B169DF" w:rsidRDefault="00DE0CCC" w:rsidP="004761E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egzekucyjne i ich właściwość, uczestnicy postępowania</w:t>
            </w:r>
          </w:p>
        </w:tc>
      </w:tr>
      <w:tr w:rsidR="00DE0CCC" w:rsidRPr="00B169DF" w14:paraId="0FC5221A" w14:textId="77777777" w:rsidTr="000F663B">
        <w:tc>
          <w:tcPr>
            <w:tcW w:w="9639" w:type="dxa"/>
          </w:tcPr>
          <w:p w14:paraId="514CF0F7" w14:textId="77777777" w:rsidR="00DE0CCC" w:rsidRPr="00B169DF" w:rsidRDefault="00DE0CCC" w:rsidP="004761E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zaskarżenia w postępowaniu egzekucyjnym</w:t>
            </w:r>
          </w:p>
        </w:tc>
      </w:tr>
      <w:tr w:rsidR="00DE0CCC" w:rsidRPr="00B169DF" w14:paraId="33DC548D" w14:textId="77777777" w:rsidTr="000F663B">
        <w:tc>
          <w:tcPr>
            <w:tcW w:w="9639" w:type="dxa"/>
          </w:tcPr>
          <w:p w14:paraId="18BA0847" w14:textId="77777777" w:rsidR="00DE0CCC" w:rsidRPr="00B169DF" w:rsidRDefault="00DE0CCC" w:rsidP="004761E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egzekucji</w:t>
            </w:r>
          </w:p>
        </w:tc>
      </w:tr>
      <w:tr w:rsidR="00DE0CCC" w:rsidRPr="00B169DF" w14:paraId="0C10A400" w14:textId="77777777" w:rsidTr="000F663B">
        <w:tc>
          <w:tcPr>
            <w:tcW w:w="9639" w:type="dxa"/>
          </w:tcPr>
          <w:p w14:paraId="26A46703" w14:textId="77777777" w:rsidR="00DE0CCC" w:rsidRPr="00B169DF" w:rsidRDefault="00DE0CCC" w:rsidP="004761E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Wszczęcie egzekucji i dalsze czynności egzekucyjne. Zawieszenie i umorzenie postępowania egzekucyjnego</w:t>
            </w:r>
          </w:p>
        </w:tc>
      </w:tr>
      <w:tr w:rsidR="00DE0CCC" w:rsidRPr="00B169DF" w14:paraId="7227A5D2" w14:textId="77777777" w:rsidTr="000F663B">
        <w:tc>
          <w:tcPr>
            <w:tcW w:w="9639" w:type="dxa"/>
          </w:tcPr>
          <w:p w14:paraId="75705988" w14:textId="4D6F5583" w:rsidR="00DE0CCC" w:rsidRPr="00B169DF" w:rsidRDefault="00DE0CCC" w:rsidP="004761E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Ograniczenia w egzekucji. Powództwa </w:t>
            </w:r>
            <w:r w:rsidR="004761E3">
              <w:rPr>
                <w:rFonts w:ascii="Corbel" w:hAnsi="Corbel"/>
                <w:sz w:val="24"/>
                <w:szCs w:val="24"/>
              </w:rPr>
              <w:t>przeciw egzekucyjne</w:t>
            </w:r>
          </w:p>
        </w:tc>
      </w:tr>
      <w:tr w:rsidR="00DE0CCC" w:rsidRPr="00B169DF" w14:paraId="159E51CC" w14:textId="77777777" w:rsidTr="000F663B">
        <w:tc>
          <w:tcPr>
            <w:tcW w:w="9639" w:type="dxa"/>
          </w:tcPr>
          <w:p w14:paraId="76116D62" w14:textId="77777777" w:rsidR="00DE0CCC" w:rsidRPr="00B169DF" w:rsidRDefault="00DE0CCC" w:rsidP="004761E3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Egzekucja świadczeń pieniężnych i niepieniężnych</w:t>
            </w: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433067F8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4761E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24F5E" w14:textId="77777777" w:rsidR="00DE0CCC" w:rsidRDefault="00DE0CCC" w:rsidP="004761E3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29F22C" w14:textId="77777777" w:rsidR="004761E3" w:rsidRDefault="004761E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E8CFD6" w14:textId="5970318E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788EB5F" w14:textId="77777777" w:rsidR="002C0191" w:rsidRPr="00B169DF" w:rsidRDefault="002C019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BAF9191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4761E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C0191" w:rsidRPr="00B169DF" w14:paraId="715AB97D" w14:textId="77777777" w:rsidTr="000F663B">
        <w:tc>
          <w:tcPr>
            <w:tcW w:w="1985" w:type="dxa"/>
            <w:vAlign w:val="center"/>
          </w:tcPr>
          <w:p w14:paraId="562B448A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4F15200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E3B692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DFE072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B25459" w14:textId="77777777" w:rsidR="002C0191" w:rsidRPr="00B169DF" w:rsidRDefault="002C0191" w:rsidP="000F66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C0191" w:rsidRPr="00B169DF" w14:paraId="2A413FB6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408AE479" w14:textId="21BBB9A1" w:rsidR="002C0191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2B6BDDBC" w14:textId="05D8D11B" w:rsidR="002C0191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vAlign w:val="center"/>
          </w:tcPr>
          <w:p w14:paraId="64263EBA" w14:textId="37536403" w:rsidR="002C0191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ONWERS.</w:t>
            </w:r>
          </w:p>
        </w:tc>
      </w:tr>
      <w:tr w:rsidR="004761E3" w:rsidRPr="00B169DF" w14:paraId="743FAFE5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2435F04D" w14:textId="39CD2789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445082E1" w14:textId="01E2044C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FB9C176" w14:textId="4B32F7E2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0F15A86F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4A4BD0D6" w14:textId="0E7288A4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9978A44" w14:textId="4222A845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5A03B74" w14:textId="6213924B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2C534839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4CEB7541" w14:textId="5AF0B532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7FFE0AA9" w14:textId="1465DDFC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FEC039C" w14:textId="6C27EF35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5A1D3DE4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1206704D" w14:textId="5F643327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C0EF94A" w14:textId="1B320A5C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57E5205" w14:textId="44B2553C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01C340E2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2EDC36E2" w14:textId="220B3FE7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51325AE3" w14:textId="60808182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3D587B1" w14:textId="3398F8D4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70923F45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3A9CDEB1" w14:textId="249F4781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2F17F5CF" w14:textId="6D59FB80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26" w:type="dxa"/>
            <w:vAlign w:val="center"/>
          </w:tcPr>
          <w:p w14:paraId="453DD7F2" w14:textId="11BC7BBF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1C19E643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35922A89" w14:textId="0D86D763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437695F9" w14:textId="342C7A8C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376440E2" w14:textId="7436AC4F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76A3265E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28A348BF" w14:textId="0901BB4C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1B2A87E7" w14:textId="7DEC5378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AC6B74" w14:textId="0FBA7E15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4761E3" w:rsidRPr="00B169DF" w14:paraId="4C47E65B" w14:textId="77777777" w:rsidTr="004761E3">
        <w:trPr>
          <w:trHeight w:val="340"/>
        </w:trPr>
        <w:tc>
          <w:tcPr>
            <w:tcW w:w="1985" w:type="dxa"/>
            <w:vAlign w:val="center"/>
          </w:tcPr>
          <w:p w14:paraId="6C03CD32" w14:textId="227B0D48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68E3EA7A" w14:textId="2812C895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1E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AA73925" w14:textId="5794FCC9" w:rsidR="004761E3" w:rsidRPr="004761E3" w:rsidRDefault="004761E3" w:rsidP="00476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66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09B291E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4761E3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FA7D30" w14:textId="77777777" w:rsidTr="00923D7D">
        <w:tc>
          <w:tcPr>
            <w:tcW w:w="9670" w:type="dxa"/>
          </w:tcPr>
          <w:p w14:paraId="485B9036" w14:textId="77777777" w:rsidR="002C0191" w:rsidRDefault="002C0191" w:rsidP="004761E3">
            <w:pPr>
              <w:spacing w:before="60"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Konwersatorium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>
              <w:rPr>
                <w:rFonts w:ascii="Corbel" w:eastAsia="Cambria" w:hAnsi="Corbel"/>
              </w:rPr>
              <w:t>Zaliczenie odbywa się w formie pisemnej (</w:t>
            </w:r>
            <w:r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pytań)</w:t>
            </w:r>
            <w:r>
              <w:rPr>
                <w:rFonts w:ascii="Corbel" w:eastAsia="Cambria" w:hAnsi="Corbel"/>
              </w:rPr>
              <w:t xml:space="preserve"> lub testowej (</w:t>
            </w:r>
            <w:r>
              <w:rPr>
                <w:rFonts w:ascii="Corbel" w:eastAsia="Cambria" w:hAnsi="Corbel"/>
                <w:sz w:val="24"/>
                <w:szCs w:val="24"/>
              </w:rPr>
              <w:t>30 pytań jednokrotnego wyboru)</w:t>
            </w:r>
            <w:r>
              <w:rPr>
                <w:rFonts w:ascii="Corbel" w:eastAsia="Cambria" w:hAnsi="Corbel"/>
              </w:rPr>
              <w:t xml:space="preserve">. </w:t>
            </w:r>
          </w:p>
          <w:p w14:paraId="66D6759F" w14:textId="77777777" w:rsidR="002C0191" w:rsidRDefault="002C0191" w:rsidP="004761E3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kolokwium są przeliczane na procenty, którym odpowiadają oceny:</w:t>
            </w:r>
          </w:p>
          <w:p w14:paraId="4C6B4993" w14:textId="77777777" w:rsidR="002C0191" w:rsidRDefault="002C0191" w:rsidP="004761E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4AF26D0F" w14:textId="77777777" w:rsidR="002C0191" w:rsidRDefault="002C0191" w:rsidP="004761E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514EBE6D" w14:textId="77777777" w:rsidR="002C0191" w:rsidRDefault="002C0191" w:rsidP="004761E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54EC3D9A" w14:textId="77777777" w:rsidR="002C0191" w:rsidRDefault="002C0191" w:rsidP="004761E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06042D44" w14:textId="77777777" w:rsidR="002C0191" w:rsidRDefault="002C0191" w:rsidP="004761E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FA5CEC7" w14:textId="3B57ECE4" w:rsidR="0085747A" w:rsidRPr="002C0191" w:rsidRDefault="002C0191" w:rsidP="004761E3">
            <w:pPr>
              <w:spacing w:after="6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4761E3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B169DF" w14:paraId="2C55D360" w14:textId="77777777" w:rsidTr="004761E3">
        <w:tc>
          <w:tcPr>
            <w:tcW w:w="5103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C0191" w:rsidRPr="00B169DF" w14:paraId="67FF57F9" w14:textId="77777777" w:rsidTr="004761E3">
        <w:tc>
          <w:tcPr>
            <w:tcW w:w="5103" w:type="dxa"/>
          </w:tcPr>
          <w:p w14:paraId="739AC344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</w:tcPr>
          <w:p w14:paraId="247CCD68" w14:textId="77777777" w:rsidR="002C0191" w:rsidRDefault="002C0191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– 15 godz.</w:t>
            </w:r>
          </w:p>
          <w:p w14:paraId="13420D27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0191" w:rsidRPr="00B169DF" w14:paraId="4992C99B" w14:textId="77777777" w:rsidTr="004761E3">
        <w:tc>
          <w:tcPr>
            <w:tcW w:w="5103" w:type="dxa"/>
          </w:tcPr>
          <w:p w14:paraId="49DEDE3F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62E0CFD1" w14:textId="77777777" w:rsidR="002C0191" w:rsidRDefault="002C0191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EB24F22" w14:textId="6591783D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 – 2 godz.</w:t>
            </w:r>
          </w:p>
        </w:tc>
      </w:tr>
      <w:tr w:rsidR="002C0191" w:rsidRPr="00B169DF" w14:paraId="20C91050" w14:textId="77777777" w:rsidTr="004761E3">
        <w:tc>
          <w:tcPr>
            <w:tcW w:w="5103" w:type="dxa"/>
          </w:tcPr>
          <w:p w14:paraId="1F4D1BB3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18BEAAE8" w14:textId="77777777" w:rsidR="002C0191" w:rsidRDefault="002C0191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- 10 godz.</w:t>
            </w:r>
          </w:p>
          <w:p w14:paraId="7BA269FD" w14:textId="65AF4B9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20 godz.</w:t>
            </w:r>
          </w:p>
        </w:tc>
      </w:tr>
      <w:tr w:rsidR="002C0191" w:rsidRPr="00B169DF" w14:paraId="01DB9C4E" w14:textId="77777777" w:rsidTr="004761E3">
        <w:trPr>
          <w:trHeight w:val="332"/>
        </w:trPr>
        <w:tc>
          <w:tcPr>
            <w:tcW w:w="5103" w:type="dxa"/>
          </w:tcPr>
          <w:p w14:paraId="5C839B36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3FE651C4" w14:textId="34ED78F9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C0191" w:rsidRPr="00B169DF" w14:paraId="2B806E76" w14:textId="77777777" w:rsidTr="004761E3">
        <w:trPr>
          <w:trHeight w:val="323"/>
        </w:trPr>
        <w:tc>
          <w:tcPr>
            <w:tcW w:w="5103" w:type="dxa"/>
          </w:tcPr>
          <w:p w14:paraId="6108167B" w14:textId="77777777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E5344BB" w14:textId="7141922B" w:rsidR="002C0191" w:rsidRPr="00B169DF" w:rsidRDefault="002C01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1A6501" w14:textId="77777777" w:rsidR="0085747A" w:rsidRDefault="00923D7D" w:rsidP="004761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17CA5" w14:textId="77777777" w:rsidR="002C0191" w:rsidRPr="00B169DF" w:rsidRDefault="002C0191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B169DF" w14:paraId="3438DA50" w14:textId="77777777" w:rsidTr="00683254">
        <w:trPr>
          <w:trHeight w:val="397"/>
        </w:trPr>
        <w:tc>
          <w:tcPr>
            <w:tcW w:w="3828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63ED9DE" w14:textId="1767BE0E" w:rsidR="0085747A" w:rsidRPr="00B169DF" w:rsidRDefault="002C01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16160EA" w14:textId="77777777" w:rsidTr="00683254">
        <w:trPr>
          <w:trHeight w:val="397"/>
        </w:trPr>
        <w:tc>
          <w:tcPr>
            <w:tcW w:w="3828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12707C1" w14:textId="03578143" w:rsidR="0085747A" w:rsidRPr="00B169DF" w:rsidRDefault="002C01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1" w:name="_Hlk212113255"/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2D4C1F8" w14:textId="77777777" w:rsidTr="0071620A">
        <w:trPr>
          <w:trHeight w:val="397"/>
        </w:trPr>
        <w:tc>
          <w:tcPr>
            <w:tcW w:w="7513" w:type="dxa"/>
          </w:tcPr>
          <w:p w14:paraId="4F06A71A" w14:textId="77777777" w:rsidR="0085747A" w:rsidRPr="002C0191" w:rsidRDefault="0085747A" w:rsidP="00683254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2C019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6CC26F0" w14:textId="6B84A313" w:rsidR="002C0191" w:rsidRDefault="002C0191" w:rsidP="0068325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Rzewuski (red.),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="00903706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 w:rsidR="00903706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70FEB0B5" w14:textId="5E840F5C" w:rsidR="002C0191" w:rsidRDefault="002C0191" w:rsidP="0068325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 W. 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Broniewicz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A. Marciniak, I. Kunicki,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 w zarysie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wyd. 1</w:t>
            </w:r>
            <w:r w:rsidR="00903706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 w:rsidR="00903706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39091EF7" w14:textId="77777777" w:rsidR="00903706" w:rsidRPr="00AA6C8E" w:rsidRDefault="00903706" w:rsidP="0068325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Gil</w:t>
            </w: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903706">
              <w:rPr>
                <w:rFonts w:ascii="Corbel" w:hAnsi="Corbel" w:cs="Open Sans"/>
                <w:i/>
                <w:color w:val="000000" w:themeColor="text1"/>
                <w:sz w:val="24"/>
                <w:szCs w:val="24"/>
              </w:rPr>
              <w:t>Zarys postępowania cywilnego z testami online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 2025,</w:t>
            </w:r>
          </w:p>
          <w:p w14:paraId="6085C9CB" w14:textId="77777777" w:rsidR="00903706" w:rsidRPr="00884920" w:rsidRDefault="00903706" w:rsidP="0068325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A., Zieliński, </w:t>
            </w: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903706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cywilne. Kompendium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74ACC37E" w14:textId="2BAB3A2A" w:rsidR="002C0191" w:rsidRPr="00683254" w:rsidRDefault="002C0191" w:rsidP="0068325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18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2C019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A. Marciniak, </w:t>
            </w:r>
            <w:r w:rsidRPr="002C0191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Sądowe postępowanie egzekucyjne w sprawach cywilnych</w:t>
            </w:r>
            <w:r w:rsidRPr="002C019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2023</w:t>
            </w:r>
          </w:p>
        </w:tc>
      </w:tr>
      <w:tr w:rsidR="0085747A" w:rsidRPr="00B169DF" w14:paraId="50F4DDEA" w14:textId="77777777" w:rsidTr="0071620A">
        <w:trPr>
          <w:trHeight w:val="397"/>
        </w:trPr>
        <w:tc>
          <w:tcPr>
            <w:tcW w:w="7513" w:type="dxa"/>
          </w:tcPr>
          <w:p w14:paraId="7C3AEBE3" w14:textId="77777777" w:rsidR="0085747A" w:rsidRDefault="0085747A" w:rsidP="00683254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2C019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B561380" w14:textId="77777777" w:rsidR="002C0191" w:rsidRDefault="002C0191" w:rsidP="00683254">
            <w:pPr>
              <w:numPr>
                <w:ilvl w:val="0"/>
                <w:numId w:val="3"/>
              </w:numPr>
              <w:shd w:val="clear" w:color="auto" w:fill="FFFFFF"/>
              <w:spacing w:before="60" w:after="0" w:line="240" w:lineRule="auto"/>
              <w:ind w:left="318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K. Flaga-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Gieruszyńska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Postępowanie zabezpieczające i egzekucyjne. System Postępowania Cywilnego. Tom 8,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2021,</w:t>
            </w:r>
          </w:p>
          <w:p w14:paraId="33ABABE2" w14:textId="77777777" w:rsidR="002C0191" w:rsidRDefault="002C0191" w:rsidP="0068325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8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J. Jagieła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Sądowe postępowanie egzekucyjne. Nowe wyzwania i perspektywy,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2020,</w:t>
            </w:r>
          </w:p>
          <w:p w14:paraId="5722110C" w14:textId="0D287D79" w:rsidR="002C0191" w:rsidRPr="002C0191" w:rsidRDefault="002C0191" w:rsidP="00683254">
            <w:pPr>
              <w:numPr>
                <w:ilvl w:val="0"/>
                <w:numId w:val="3"/>
              </w:numPr>
              <w:shd w:val="clear" w:color="auto" w:fill="FFFFFF"/>
              <w:spacing w:after="60" w:line="240" w:lineRule="auto"/>
              <w:ind w:left="318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2C0191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J. Misztal-Konecka, </w:t>
            </w:r>
            <w:r w:rsidRPr="00903706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Leksykon cywilnego postępowania zabezpieczającego i egzekucyjnego. Podstawowe pojęcia</w:t>
            </w:r>
            <w:r w:rsidRPr="002C0191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</w:t>
            </w:r>
            <w:r w:rsidR="00683254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br/>
            </w:r>
            <w:r w:rsidRPr="002C0191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2022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1"/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48205" w14:textId="77777777" w:rsidR="00406564" w:rsidRDefault="00406564" w:rsidP="00C16ABF">
      <w:pPr>
        <w:spacing w:after="0" w:line="240" w:lineRule="auto"/>
      </w:pPr>
      <w:r>
        <w:separator/>
      </w:r>
    </w:p>
  </w:endnote>
  <w:endnote w:type="continuationSeparator" w:id="0">
    <w:p w14:paraId="5D704007" w14:textId="77777777" w:rsidR="00406564" w:rsidRDefault="004065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60B84" w14:textId="77777777" w:rsidR="00406564" w:rsidRDefault="00406564" w:rsidP="00C16ABF">
      <w:pPr>
        <w:spacing w:after="0" w:line="240" w:lineRule="auto"/>
      </w:pPr>
      <w:r>
        <w:separator/>
      </w:r>
    </w:p>
  </w:footnote>
  <w:footnote w:type="continuationSeparator" w:id="0">
    <w:p w14:paraId="1E7F69C7" w14:textId="77777777" w:rsidR="00406564" w:rsidRDefault="00406564" w:rsidP="00C16ABF">
      <w:pPr>
        <w:spacing w:after="0" w:line="240" w:lineRule="auto"/>
      </w:pPr>
      <w:r>
        <w:continuationSeparator/>
      </w:r>
    </w:p>
  </w:footnote>
  <w:footnote w:id="1">
    <w:p w14:paraId="256305BD" w14:textId="77777777" w:rsidR="00DE0CCC" w:rsidRDefault="00DE0CCC" w:rsidP="00DE0C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85C4A10"/>
    <w:multiLevelType w:val="hybridMultilevel"/>
    <w:tmpl w:val="FF2620D8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4137453">
    <w:abstractNumId w:val="2"/>
  </w:num>
  <w:num w:numId="2" w16cid:durableId="1584801361">
    <w:abstractNumId w:val="0"/>
  </w:num>
  <w:num w:numId="3" w16cid:durableId="180099515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1548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9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584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06564"/>
    <w:rsid w:val="00414E3C"/>
    <w:rsid w:val="0042244A"/>
    <w:rsid w:val="0042745A"/>
    <w:rsid w:val="00431D5C"/>
    <w:rsid w:val="004362C6"/>
    <w:rsid w:val="00437FA2"/>
    <w:rsid w:val="00442812"/>
    <w:rsid w:val="00445970"/>
    <w:rsid w:val="00461EFC"/>
    <w:rsid w:val="004652C2"/>
    <w:rsid w:val="004706D1"/>
    <w:rsid w:val="00471326"/>
    <w:rsid w:val="0047598D"/>
    <w:rsid w:val="004761E3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058B9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A6FC9"/>
    <w:rsid w:val="005C080F"/>
    <w:rsid w:val="005C55E5"/>
    <w:rsid w:val="005C696A"/>
    <w:rsid w:val="005E6E85"/>
    <w:rsid w:val="005F0AF3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25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0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706"/>
    <w:rsid w:val="00916188"/>
    <w:rsid w:val="00923D7D"/>
    <w:rsid w:val="009508DF"/>
    <w:rsid w:val="00950DAC"/>
    <w:rsid w:val="00954A07"/>
    <w:rsid w:val="00957BD3"/>
    <w:rsid w:val="0096263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581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F63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0CCC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29D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910D90A0-8085-4A56-98D5-CF9ECA5F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8CB7-4BB9-4F30-AD40-EAD87FDA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1134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2025-10-30T12:25:00Z</cp:lastPrinted>
  <dcterms:created xsi:type="dcterms:W3CDTF">2025-05-29T10:49:00Z</dcterms:created>
  <dcterms:modified xsi:type="dcterms:W3CDTF">2025-10-30T12:27:00Z</dcterms:modified>
</cp:coreProperties>
</file>